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050"/>
        <w:gridCol w:w="1218"/>
        <w:gridCol w:w="3264"/>
        <w:gridCol w:w="775"/>
        <w:gridCol w:w="125"/>
        <w:gridCol w:w="651"/>
        <w:gridCol w:w="775"/>
        <w:gridCol w:w="776"/>
        <w:gridCol w:w="775"/>
        <w:gridCol w:w="776"/>
        <w:gridCol w:w="775"/>
        <w:gridCol w:w="776"/>
      </w:tblGrid>
      <w:tr w:rsidR="006A3A59" w:rsidRPr="00976300" w14:paraId="445C2B69" w14:textId="77777777">
        <w:trPr>
          <w:trHeight w:val="281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A4871" w14:textId="77777777" w:rsidR="006A3A59" w:rsidRDefault="006A3A59" w:rsidP="006A3A59">
            <w:pPr>
              <w:pStyle w:val="Heading1"/>
              <w:rPr>
                <w:sz w:val="20"/>
                <w:szCs w:val="20"/>
              </w:rPr>
            </w:pPr>
            <w:r>
              <w:t xml:space="preserve">Lesson Title: </w:t>
            </w:r>
          </w:p>
        </w:tc>
        <w:tc>
          <w:tcPr>
            <w:tcW w:w="94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003366"/>
          </w:tcPr>
          <w:p w14:paraId="3F29DEFB" w14:textId="77777777" w:rsidR="006A3A59" w:rsidRPr="000D37DC" w:rsidRDefault="00AA4532" w:rsidP="006A3A59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Theme Video</w:t>
            </w:r>
          </w:p>
        </w:tc>
      </w:tr>
      <w:tr w:rsidR="006A3A59" w:rsidRPr="00976300" w14:paraId="58B96998" w14:textId="77777777">
        <w:trPr>
          <w:trHeight w:val="281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A2806" w14:textId="77777777" w:rsidR="006A3A59" w:rsidRPr="00F767FE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Teacher:</w:t>
            </w:r>
          </w:p>
        </w:tc>
        <w:tc>
          <w:tcPr>
            <w:tcW w:w="4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DE2F97" w14:textId="77777777" w:rsidR="006A3A59" w:rsidRPr="00976300" w:rsidRDefault="00AA4532" w:rsidP="006A3A5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Blickenstaff</w:t>
            </w:r>
            <w:proofErr w:type="spellEnd"/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D4A3A6" w14:textId="77777777" w:rsidR="006A3A59" w:rsidRPr="00F767FE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Hour:</w:t>
            </w:r>
            <w:r w:rsidR="00AA4532">
              <w:rPr>
                <w:rFonts w:ascii="Arial" w:hAnsi="Arial" w:cs="Arial"/>
                <w:b/>
                <w:sz w:val="20"/>
                <w:szCs w:val="20"/>
              </w:rPr>
              <w:t xml:space="preserve"> 4/5</w:t>
            </w:r>
          </w:p>
        </w:tc>
        <w:tc>
          <w:tcPr>
            <w:tcW w:w="530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96F172" w14:textId="77777777" w:rsidR="006A3A59" w:rsidRDefault="006A3A59" w:rsidP="006A3A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A59" w:rsidRPr="00976300" w14:paraId="420AA57A" w14:textId="77777777">
        <w:trPr>
          <w:trHeight w:val="296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4DB7C" w14:textId="77777777" w:rsidR="006A3A59" w:rsidRPr="00F767FE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Week:</w:t>
            </w:r>
          </w:p>
        </w:tc>
        <w:tc>
          <w:tcPr>
            <w:tcW w:w="4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51A23" w14:textId="77777777" w:rsidR="006A3A59" w:rsidRPr="00976300" w:rsidRDefault="006A3A59" w:rsidP="006A3A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86E62" w14:textId="77777777" w:rsidR="006A3A59" w:rsidRPr="00F767FE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Date:</w:t>
            </w:r>
          </w:p>
        </w:tc>
        <w:tc>
          <w:tcPr>
            <w:tcW w:w="530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EF6BE1" w14:textId="77777777" w:rsidR="006A3A59" w:rsidRDefault="006A3A59" w:rsidP="006A3A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A59" w:rsidRPr="00976300" w14:paraId="4584063D" w14:textId="77777777">
        <w:trPr>
          <w:trHeight w:val="281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7B1436" w14:textId="77777777" w:rsidR="006A3A59" w:rsidRPr="00F767FE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Unit:</w:t>
            </w:r>
          </w:p>
        </w:tc>
        <w:tc>
          <w:tcPr>
            <w:tcW w:w="4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C31BC1" w14:textId="77777777" w:rsidR="006A3A59" w:rsidRPr="00976300" w:rsidRDefault="00AA4532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Theme speech/video/presentation</w:t>
            </w:r>
          </w:p>
        </w:tc>
        <w:tc>
          <w:tcPr>
            <w:tcW w:w="620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0CA78A" w14:textId="77777777" w:rsidR="006A3A59" w:rsidRPr="00F767FE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Target Grade Level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AA4532">
              <w:rPr>
                <w:rFonts w:ascii="Arial" w:hAnsi="Arial" w:cs="Arial"/>
                <w:b/>
                <w:sz w:val="20"/>
                <w:szCs w:val="20"/>
              </w:rPr>
              <w:t>7th</w:t>
            </w:r>
          </w:p>
        </w:tc>
      </w:tr>
      <w:tr w:rsidR="006A3A59" w:rsidRPr="00976300" w14:paraId="24C6BA3E" w14:textId="77777777">
        <w:trPr>
          <w:trHeight w:val="281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F03955" w14:textId="77777777" w:rsidR="006A3A59" w:rsidRPr="00F767FE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sz w:val="20"/>
                <w:szCs w:val="20"/>
              </w:rPr>
              <w:t>ourse</w:t>
            </w:r>
            <w:r w:rsidRPr="00F767FE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D476A7" w14:textId="77777777" w:rsidR="006A3A59" w:rsidRPr="00976300" w:rsidRDefault="00AA4532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D8B969" w14:textId="77777777" w:rsidR="006A3A59" w:rsidRPr="00976300" w:rsidRDefault="006A3A59" w:rsidP="006A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4DDBB1" w14:textId="77777777" w:rsidR="006A3A59" w:rsidRPr="00976300" w:rsidRDefault="006A3A59" w:rsidP="006A3A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F1FA87" w14:textId="77777777" w:rsidR="006A3A59" w:rsidRPr="00976300" w:rsidRDefault="006A3A59" w:rsidP="006A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4F618" w14:textId="77777777" w:rsidR="006A3A59" w:rsidRPr="00976300" w:rsidRDefault="006A3A59" w:rsidP="006A3A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1C386" w14:textId="77777777" w:rsidR="006A3A59" w:rsidRPr="00976300" w:rsidRDefault="006A3A59" w:rsidP="006A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B6A620" w14:textId="77777777" w:rsidR="006A3A59" w:rsidRPr="00976300" w:rsidRDefault="006A3A59" w:rsidP="006A3A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0FE72C" w14:textId="77777777" w:rsidR="006A3A59" w:rsidRPr="00976300" w:rsidRDefault="006A3A59" w:rsidP="006A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24831D" w14:textId="77777777" w:rsidR="006A3A59" w:rsidRPr="00976300" w:rsidRDefault="006A3A59" w:rsidP="006A3A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6E393AB" w14:textId="77777777" w:rsidR="006A3A59" w:rsidRDefault="001D789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 w14:anchorId="71D826B0">
          <v:rect id="_x0000_i1025" style="width:8in;height:1.5pt" o:hralign="center" o:hrstd="t" o:hrnoshade="t" o:hr="t" fillcolor="black" stroked="f"/>
        </w:pic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28"/>
        <w:gridCol w:w="9108"/>
      </w:tblGrid>
      <w:tr w:rsidR="006A3A59" w14:paraId="42BD4568" w14:textId="77777777">
        <w:trPr>
          <w:trHeight w:val="504"/>
        </w:trPr>
        <w:tc>
          <w:tcPr>
            <w:tcW w:w="2628" w:type="dxa"/>
            <w:tcBorders>
              <w:right w:val="single" w:sz="4" w:space="0" w:color="auto"/>
            </w:tcBorders>
          </w:tcPr>
          <w:p w14:paraId="13A4FB57" w14:textId="77777777" w:rsidR="006A3A59" w:rsidRPr="006A3A59" w:rsidRDefault="006A3A59" w:rsidP="006A3A5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Learning Target(</w:t>
            </w:r>
            <w:r w:rsidRPr="009C5B29">
              <w:rPr>
                <w:rFonts w:ascii="Arial" w:hAnsi="Arial" w:cs="Arial"/>
                <w:b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Pr="009C5B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E198" w14:textId="6A48DEA6" w:rsidR="006A3A59" w:rsidRPr="00126709" w:rsidRDefault="00833FA6" w:rsidP="001D78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Students will </w:t>
            </w:r>
            <w:r w:rsidR="001D7890">
              <w:rPr>
                <w:rFonts w:ascii="Arial" w:hAnsi="Arial" w:cs="Arial"/>
                <w:sz w:val="20"/>
                <w:szCs w:val="20"/>
              </w:rPr>
              <w:t>write a</w:t>
            </w:r>
            <w:r>
              <w:rPr>
                <w:rFonts w:ascii="Arial" w:hAnsi="Arial" w:cs="Arial"/>
                <w:sz w:val="20"/>
                <w:szCs w:val="20"/>
              </w:rPr>
              <w:t xml:space="preserve"> persuasive </w:t>
            </w:r>
            <w:r w:rsidR="001D7890">
              <w:rPr>
                <w:rFonts w:ascii="Arial" w:hAnsi="Arial" w:cs="Arial"/>
                <w:sz w:val="20"/>
                <w:szCs w:val="20"/>
              </w:rPr>
              <w:t xml:space="preserve">speech and create an accompanying media presentation. </w:t>
            </w:r>
          </w:p>
        </w:tc>
      </w:tr>
      <w:tr w:rsidR="006A3A59" w14:paraId="12A5B730" w14:textId="77777777">
        <w:trPr>
          <w:trHeight w:val="504"/>
        </w:trPr>
        <w:tc>
          <w:tcPr>
            <w:tcW w:w="2628" w:type="dxa"/>
            <w:tcBorders>
              <w:right w:val="single" w:sz="4" w:space="0" w:color="auto"/>
            </w:tcBorders>
          </w:tcPr>
          <w:p w14:paraId="721C81AB" w14:textId="77777777" w:rsidR="006A3A59" w:rsidRPr="006A3A59" w:rsidRDefault="006A3A59" w:rsidP="006A3A5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Criteria for Success:</w:t>
            </w:r>
          </w:p>
        </w:tc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639F" w14:textId="7CB8E42F" w:rsidR="006A3A59" w:rsidRPr="00126709" w:rsidRDefault="001D78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can c</w:t>
            </w:r>
            <w:r w:rsidR="00135410">
              <w:rPr>
                <w:rFonts w:ascii="Arial" w:hAnsi="Arial" w:cs="Arial"/>
                <w:sz w:val="20"/>
                <w:szCs w:val="20"/>
              </w:rPr>
              <w:t xml:space="preserve">hoose </w:t>
            </w:r>
            <w:r>
              <w:rPr>
                <w:rFonts w:ascii="Arial" w:hAnsi="Arial" w:cs="Arial"/>
                <w:sz w:val="20"/>
                <w:szCs w:val="20"/>
              </w:rPr>
              <w:t xml:space="preserve">appropriate </w:t>
            </w:r>
            <w:r w:rsidR="00135410">
              <w:rPr>
                <w:rFonts w:ascii="Arial" w:hAnsi="Arial" w:cs="Arial"/>
                <w:sz w:val="20"/>
                <w:szCs w:val="20"/>
              </w:rPr>
              <w:t>words, audio, and images to persuade an audience of peers.</w:t>
            </w:r>
            <w:r>
              <w:rPr>
                <w:rFonts w:ascii="Arial" w:hAnsi="Arial" w:cs="Arial"/>
                <w:sz w:val="20"/>
                <w:szCs w:val="20"/>
              </w:rPr>
              <w:t xml:space="preserve">  Students can find and upload images and audio to 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movie-maker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application.  </w:t>
            </w:r>
          </w:p>
        </w:tc>
      </w:tr>
      <w:tr w:rsidR="006A3A59" w14:paraId="30DD74F8" w14:textId="77777777">
        <w:trPr>
          <w:trHeight w:val="504"/>
        </w:trPr>
        <w:tc>
          <w:tcPr>
            <w:tcW w:w="2628" w:type="dxa"/>
            <w:tcBorders>
              <w:right w:val="single" w:sz="4" w:space="0" w:color="auto"/>
            </w:tcBorders>
          </w:tcPr>
          <w:p w14:paraId="7A71598B" w14:textId="77777777" w:rsidR="006A3A59" w:rsidRDefault="006A3A59" w:rsidP="006A3A5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Progression of Learning:</w:t>
            </w:r>
          </w:p>
        </w:tc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10AC" w14:textId="7586AB11" w:rsidR="006A3A59" w:rsidRPr="00126709" w:rsidRDefault="001D78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Understand fair use guidelines, identify persuasive words, select a unifying topic, write using persuasive techniques, critique model speech and video,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find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effective images, quotes, and audio that support theme.</w:t>
            </w:r>
          </w:p>
        </w:tc>
      </w:tr>
    </w:tbl>
    <w:p w14:paraId="3ADD29CE" w14:textId="77777777" w:rsidR="006A3A59" w:rsidRDefault="001D789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 w14:anchorId="0C513290">
          <v:rect id="_x0000_i1026" style="width:8in;height:1.5pt" o:hralign="center" o:hrstd="t" o:hrnoshade="t" o:hr="t" fillcolor="black" stroked="f"/>
        </w:pict>
      </w: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3780"/>
        <w:gridCol w:w="3780"/>
        <w:gridCol w:w="3780"/>
      </w:tblGrid>
      <w:tr w:rsidR="009D4B6F" w:rsidRPr="009C5B29" w14:paraId="2D081A0C" w14:textId="77777777">
        <w:trPr>
          <w:trHeight w:val="180"/>
        </w:trPr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99AA43" w14:textId="77777777" w:rsidR="009D4B6F" w:rsidRPr="009C5B29" w:rsidRDefault="009D4B6F" w:rsidP="009D4B6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Content Area Standards, Essential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Learnings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, and Evidence Outcomes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0F25B1CC" w14:textId="77777777" w:rsidR="009D4B6F" w:rsidRPr="009C5B29" w:rsidRDefault="009D4B6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</w:t>
            </w:r>
            <w:r w:rsidRPr="00E4585C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Century Skills and Abilities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229057" w14:textId="77777777" w:rsidR="009D4B6F" w:rsidRPr="009C5B29" w:rsidRDefault="00F27A0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ISTE NET-S, ITEEA, or L4</w:t>
            </w:r>
            <w:r w:rsidR="009D4B6F">
              <w:rPr>
                <w:rFonts w:ascii="Arial" w:hAnsi="Arial" w:cs="Arial"/>
                <w:b/>
                <w:sz w:val="20"/>
                <w:szCs w:val="20"/>
              </w:rPr>
              <w:t xml:space="preserve">L Standards Addressed </w:t>
            </w:r>
          </w:p>
        </w:tc>
      </w:tr>
      <w:tr w:rsidR="009D4B6F" w14:paraId="4324BC63" w14:textId="77777777">
        <w:trPr>
          <w:trHeight w:val="2276"/>
        </w:trPr>
        <w:tc>
          <w:tcPr>
            <w:tcW w:w="3780" w:type="dxa"/>
            <w:tcBorders>
              <w:top w:val="single" w:sz="4" w:space="0" w:color="auto"/>
              <w:right w:val="single" w:sz="4" w:space="0" w:color="auto"/>
            </w:tcBorders>
          </w:tcPr>
          <w:p w14:paraId="2ADBF9EE" w14:textId="77777777" w:rsidR="009D4B6F" w:rsidRDefault="009D4B6F" w:rsidP="00E4585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0FE272" w14:textId="77777777" w:rsidR="009D4B6F" w:rsidRDefault="00833F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Reading/LA 1.1 Formal presentations require preparation and effective delivery, 2.3 Purpose, tone and meaning in writing (persuasive), ELA 1 and 2 English language learners communicate for social purpose and in the content area of language arts.</w:t>
            </w:r>
          </w:p>
          <w:p w14:paraId="006F1818" w14:textId="77777777" w:rsidR="009D4B6F" w:rsidRPr="00126709" w:rsidRDefault="009D4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BFAAE" w14:textId="77777777" w:rsidR="009D4B6F" w:rsidRPr="009D4B6F" w:rsidRDefault="009D4B6F" w:rsidP="009D4B6F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Collaboration and Teamwork</w:t>
            </w:r>
          </w:p>
          <w:p w14:paraId="1DCCB444" w14:textId="77777777" w:rsidR="009D4B6F" w:rsidRPr="009D4B6F" w:rsidRDefault="009D4B6F" w:rsidP="009D4B6F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Critical Thinking, Reasoning, and Problem Solving</w:t>
            </w:r>
          </w:p>
          <w:p w14:paraId="512C457B" w14:textId="77777777" w:rsidR="009D4B6F" w:rsidRPr="009D4B6F" w:rsidRDefault="009D4B6F" w:rsidP="009D4B6F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Invention, Innovation, and Creativity</w:t>
            </w:r>
          </w:p>
          <w:p w14:paraId="2A72630A" w14:textId="77777777" w:rsidR="009D4B6F" w:rsidRPr="009D4B6F" w:rsidRDefault="009D4B6F" w:rsidP="009D4B6F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Self-Direction</w:t>
            </w:r>
          </w:p>
          <w:p w14:paraId="014E4AEE" w14:textId="77777777" w:rsidR="009D4B6F" w:rsidRPr="009D4B6F" w:rsidRDefault="009D4B6F" w:rsidP="009D4B6F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Information Literacy</w:t>
            </w:r>
          </w:p>
          <w:p w14:paraId="339D4D33" w14:textId="77777777" w:rsidR="009D4B6F" w:rsidRPr="009D4B6F" w:rsidRDefault="009D4B6F" w:rsidP="009D4B6F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Global Awareness</w:t>
            </w:r>
          </w:p>
          <w:p w14:paraId="34A774F9" w14:textId="77777777" w:rsidR="009D4B6F" w:rsidRDefault="009D4B6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3F3277" w14:textId="77777777" w:rsidR="009D4B6F" w:rsidRPr="009D4B6F" w:rsidRDefault="009D4B6F" w:rsidP="009D4B6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Inquiry Questions</w:t>
            </w:r>
          </w:p>
          <w:p w14:paraId="6E7FAB53" w14:textId="77777777" w:rsidR="009D4B6F" w:rsidRDefault="009D4B6F" w:rsidP="009D4B6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Relevance and Application</w:t>
            </w:r>
          </w:p>
          <w:p w14:paraId="32DC782A" w14:textId="77777777" w:rsidR="009D4B6F" w:rsidRPr="009D4B6F" w:rsidRDefault="009D4B6F" w:rsidP="009D4B6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 xml:space="preserve">Nature of Discipline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</w:tcBorders>
          </w:tcPr>
          <w:p w14:paraId="4EFABFCB" w14:textId="77777777" w:rsidR="00833FA6" w:rsidRDefault="00833F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ISTE: </w:t>
            </w:r>
          </w:p>
          <w:p w14:paraId="049CB51A" w14:textId="77777777" w:rsidR="00833FA6" w:rsidRDefault="00833F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1b, 2b, 4a</w:t>
            </w:r>
          </w:p>
          <w:p w14:paraId="0ADC5E92" w14:textId="77777777" w:rsidR="00833FA6" w:rsidRPr="00126709" w:rsidRDefault="00833F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5C0864" w14:textId="77777777" w:rsidR="006A3A59" w:rsidRDefault="006A3A59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6A3A59" w:rsidRPr="009C5B29" w14:paraId="3796EDA7" w14:textId="77777777">
        <w:trPr>
          <w:trHeight w:val="180"/>
        </w:trPr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BAC9C8" w14:textId="77777777" w:rsidR="006A3A59" w:rsidRPr="009C5B29" w:rsidRDefault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5B29">
              <w:rPr>
                <w:rFonts w:ascii="Arial" w:hAnsi="Arial" w:cs="Arial"/>
                <w:b/>
                <w:sz w:val="20"/>
                <w:szCs w:val="20"/>
              </w:rPr>
              <w:t>Pre-Assessment</w:t>
            </w:r>
            <w:r w:rsidR="00E4585C">
              <w:rPr>
                <w:rFonts w:ascii="Arial" w:hAnsi="Arial" w:cs="Arial"/>
                <w:b/>
                <w:sz w:val="20"/>
                <w:szCs w:val="20"/>
              </w:rPr>
              <w:t xml:space="preserve"> Summary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4DBD566" w14:textId="77777777" w:rsidR="006A3A59" w:rsidRPr="009C5B29" w:rsidRDefault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96786E" w14:textId="77777777" w:rsidR="006A3A59" w:rsidRPr="009C5B29" w:rsidRDefault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5B29">
              <w:rPr>
                <w:rFonts w:ascii="Arial" w:hAnsi="Arial" w:cs="Arial"/>
                <w:b/>
                <w:sz w:val="20"/>
                <w:szCs w:val="20"/>
              </w:rPr>
              <w:t>Post-Assessment</w:t>
            </w:r>
            <w:r w:rsidR="00E4585C">
              <w:rPr>
                <w:rFonts w:ascii="Arial" w:hAnsi="Arial" w:cs="Arial"/>
                <w:b/>
                <w:sz w:val="20"/>
                <w:szCs w:val="20"/>
              </w:rPr>
              <w:t xml:space="preserve"> Summary</w:t>
            </w:r>
          </w:p>
        </w:tc>
      </w:tr>
      <w:tr w:rsidR="006A3A59" w14:paraId="07183F7A" w14:textId="77777777">
        <w:trPr>
          <w:trHeight w:val="836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3427E367" w14:textId="77777777" w:rsidR="006A3A59" w:rsidRPr="00126709" w:rsidRDefault="00833F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Rough draft of theme speech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BC80C" w14:textId="77777777" w:rsidR="006A3A59" w:rsidRDefault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6B466832" w14:textId="70DD2270" w:rsidR="006A3A59" w:rsidRPr="00126709" w:rsidRDefault="00833FA6" w:rsidP="001D78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See rubric</w:t>
            </w:r>
          </w:p>
        </w:tc>
      </w:tr>
    </w:tbl>
    <w:p w14:paraId="4847E1CB" w14:textId="77777777" w:rsidR="006A3A59" w:rsidRDefault="006A3A59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6A3A59" w14:paraId="7646EE00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AE049D" w14:textId="77777777" w:rsidR="006A3A59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Summary of Differentiation Strategies and Students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6F3A2AD" w14:textId="77777777" w:rsidR="006A3A59" w:rsidRDefault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B47DB3" w14:textId="77777777" w:rsidR="006A3A59" w:rsidRDefault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Summary of</w:t>
            </w:r>
            <w:r w:rsidR="00AD1B4E">
              <w:rPr>
                <w:rFonts w:ascii="Arial" w:hAnsi="Arial" w:cs="Arial"/>
                <w:b/>
                <w:sz w:val="20"/>
                <w:szCs w:val="20"/>
              </w:rPr>
              <w:t xml:space="preserve"> Research Based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Instruction Strategies</w:t>
            </w:r>
          </w:p>
        </w:tc>
      </w:tr>
      <w:tr w:rsidR="006A3A59" w14:paraId="5B36BE6A" w14:textId="77777777">
        <w:trPr>
          <w:trHeight w:val="1502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1A257C20" w14:textId="05034B52" w:rsidR="006A3A59" w:rsidRPr="00126709" w:rsidRDefault="00833F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Students are allowed to work at their own pace and with their </w:t>
            </w:r>
            <w:r w:rsidR="001D7890">
              <w:rPr>
                <w:rFonts w:ascii="Arial" w:hAnsi="Arial" w:cs="Arial"/>
                <w:sz w:val="20"/>
                <w:szCs w:val="20"/>
              </w:rPr>
              <w:t xml:space="preserve">own </w:t>
            </w:r>
            <w:r>
              <w:rPr>
                <w:rFonts w:ascii="Arial" w:hAnsi="Arial" w:cs="Arial"/>
                <w:sz w:val="20"/>
                <w:szCs w:val="20"/>
              </w:rPr>
              <w:t xml:space="preserve">choice of </w:t>
            </w:r>
            <w:proofErr w:type="gramStart"/>
            <w:r w:rsidR="001D7890">
              <w:rPr>
                <w:rFonts w:ascii="Arial" w:hAnsi="Arial" w:cs="Arial"/>
                <w:sz w:val="20"/>
                <w:szCs w:val="20"/>
              </w:rPr>
              <w:t>movie-maker</w:t>
            </w:r>
            <w:proofErr w:type="gramEnd"/>
            <w:r w:rsidR="001D789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tool.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7907F" w14:textId="77777777" w:rsidR="006A3A59" w:rsidRDefault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420F2CCE" w14:textId="6A6D2B8E" w:rsidR="006A3A59" w:rsidRPr="00126709" w:rsidRDefault="00833F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receive written, oral, visual, and hands-on instruction.</w:t>
            </w:r>
            <w:r w:rsidR="001D7890">
              <w:rPr>
                <w:rFonts w:ascii="Arial" w:hAnsi="Arial" w:cs="Arial"/>
                <w:sz w:val="20"/>
                <w:szCs w:val="20"/>
              </w:rPr>
              <w:t xml:space="preserve">  Teacher modeling.  High order questioning.</w:t>
            </w:r>
          </w:p>
        </w:tc>
      </w:tr>
    </w:tbl>
    <w:p w14:paraId="5E33D1B5" w14:textId="77777777" w:rsidR="003D78E6" w:rsidRDefault="003D78E6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3D78E6" w14:paraId="7A343F00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0E77F" w14:textId="77777777" w:rsidR="003D78E6" w:rsidRDefault="003D78E6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Technology Materials and Resources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EBDA558" w14:textId="77777777" w:rsidR="003D78E6" w:rsidRDefault="003D78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7CC8E8" w14:textId="77777777" w:rsidR="003D78E6" w:rsidRDefault="003D78E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Other Materials and Resources </w:t>
            </w:r>
          </w:p>
        </w:tc>
      </w:tr>
      <w:tr w:rsidR="003D78E6" w14:paraId="212E84D8" w14:textId="77777777">
        <w:trPr>
          <w:trHeight w:val="1484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4161D138" w14:textId="792CCB36" w:rsidR="003D78E6" w:rsidRPr="00126709" w:rsidRDefault="00833F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Masher.com, animoto.com, onetruemedia.com</w:t>
            </w:r>
            <w:r w:rsidR="001D789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1D7890">
              <w:rPr>
                <w:rFonts w:ascii="Arial" w:hAnsi="Arial" w:cs="Arial"/>
                <w:sz w:val="20"/>
                <w:szCs w:val="20"/>
              </w:rPr>
              <w:t>google</w:t>
            </w:r>
            <w:proofErr w:type="spellEnd"/>
            <w:r w:rsidR="001D7890">
              <w:rPr>
                <w:rFonts w:ascii="Arial" w:hAnsi="Arial" w:cs="Arial"/>
                <w:sz w:val="20"/>
                <w:szCs w:val="20"/>
              </w:rPr>
              <w:t xml:space="preserve"> images, </w:t>
            </w:r>
            <w:proofErr w:type="spellStart"/>
            <w:r w:rsidR="001D7890">
              <w:rPr>
                <w:rFonts w:ascii="Arial" w:hAnsi="Arial" w:cs="Arial"/>
                <w:sz w:val="20"/>
                <w:szCs w:val="20"/>
              </w:rPr>
              <w:t>freepics</w:t>
            </w:r>
            <w:proofErr w:type="spellEnd"/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432AD" w14:textId="77777777" w:rsidR="003D78E6" w:rsidRDefault="003D78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1638EED1" w14:textId="77777777" w:rsidR="003D78E6" w:rsidRPr="00126709" w:rsidRDefault="00833F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Writing checklists and student model for theme speech from Milestones, Level B (ELA middle school text)</w:t>
            </w:r>
          </w:p>
        </w:tc>
      </w:tr>
    </w:tbl>
    <w:p w14:paraId="10AB1FCC" w14:textId="77777777" w:rsidR="003D78E6" w:rsidRDefault="003D78E6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3D78E6" w14:paraId="615AC5A5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EF99F9" w14:textId="77777777" w:rsidR="003D78E6" w:rsidRDefault="003D78E6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Student Self-Assessment Strategies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5F29628" w14:textId="77777777" w:rsidR="003D78E6" w:rsidRDefault="003D78E6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777F47" w14:textId="77777777" w:rsidR="003D78E6" w:rsidRDefault="003D78E6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Student Goal Setting Strategies</w:t>
            </w:r>
          </w:p>
        </w:tc>
      </w:tr>
      <w:tr w:rsidR="003D78E6" w14:paraId="74DE8984" w14:textId="77777777">
        <w:trPr>
          <w:trHeight w:val="1790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725D38B5" w14:textId="467CD4A6" w:rsidR="003D78E6" w:rsidRPr="00126709" w:rsidRDefault="00833FA6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Writing checklist to follow for writing speech and creating media presentation</w:t>
            </w:r>
            <w:r w:rsidR="001D7890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57BED" w14:textId="77777777" w:rsidR="003D78E6" w:rsidRDefault="003D78E6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53801CD2" w14:textId="226F3B9B" w:rsidR="003D78E6" w:rsidRPr="00126709" w:rsidRDefault="001D7890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regularly set weekly goals in their planner.  During this unit set goals for completion of project.</w:t>
            </w:r>
          </w:p>
        </w:tc>
      </w:tr>
    </w:tbl>
    <w:p w14:paraId="184E7601" w14:textId="77777777" w:rsidR="003D78E6" w:rsidRDefault="003D78E6">
      <w:pPr>
        <w:rPr>
          <w:rFonts w:ascii="Arial" w:hAnsi="Arial" w:cs="Arial"/>
          <w:b/>
          <w:sz w:val="20"/>
          <w:szCs w:val="20"/>
        </w:rPr>
      </w:pPr>
    </w:p>
    <w:p w14:paraId="1511D151" w14:textId="77777777" w:rsidR="003D78E6" w:rsidRDefault="003D78E6">
      <w:pPr>
        <w:rPr>
          <w:rFonts w:ascii="Arial" w:hAnsi="Arial" w:cs="Arial"/>
          <w:b/>
          <w:sz w:val="20"/>
          <w:szCs w:val="20"/>
        </w:rPr>
      </w:pPr>
    </w:p>
    <w:p w14:paraId="6797D8CE" w14:textId="77777777" w:rsidR="003D78E6" w:rsidRDefault="003D78E6">
      <w:pPr>
        <w:rPr>
          <w:rFonts w:ascii="Arial" w:hAnsi="Arial" w:cs="Arial"/>
          <w:b/>
          <w:sz w:val="20"/>
          <w:szCs w:val="20"/>
        </w:rPr>
      </w:pPr>
    </w:p>
    <w:p w14:paraId="47654282" w14:textId="77777777" w:rsidR="006A3A59" w:rsidRDefault="006A3A59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6A3A59" w14:paraId="6E2EE0C1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B54FBE" w14:textId="77777777" w:rsidR="006A3A59" w:rsidRDefault="00E4585C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Tier 1 Interventions (Universal</w:t>
            </w:r>
            <w:r w:rsidR="006A3A59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="003D78E6">
              <w:rPr>
                <w:rFonts w:ascii="Arial" w:hAnsi="Arial" w:cs="Arial"/>
                <w:b/>
                <w:sz w:val="20"/>
                <w:szCs w:val="20"/>
              </w:rPr>
              <w:t xml:space="preserve"> and Students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0C0EFAF" w14:textId="77777777" w:rsidR="006A3A59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B7E73E" w14:textId="77777777" w:rsidR="006A3A59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Strategically Planned Questions</w:t>
            </w:r>
          </w:p>
        </w:tc>
      </w:tr>
      <w:tr w:rsidR="006A3A59" w14:paraId="0B251D79" w14:textId="77777777">
        <w:trPr>
          <w:trHeight w:val="2942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177144E7" w14:textId="0F1B6417" w:rsidR="006A3A59" w:rsidRDefault="00A03CB6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Use of Jing to record how-to videos </w:t>
            </w:r>
            <w:r w:rsidR="001D7890">
              <w:rPr>
                <w:rFonts w:ascii="Arial" w:hAnsi="Arial" w:cs="Arial"/>
                <w:sz w:val="20"/>
                <w:szCs w:val="20"/>
              </w:rPr>
              <w:t>for student reference as needed.</w:t>
            </w:r>
          </w:p>
          <w:p w14:paraId="6F6CFDE6" w14:textId="08701FF3" w:rsidR="00A03CB6" w:rsidRDefault="00A03CB6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Provide models for speech and media presentation.</w:t>
            </w:r>
            <w:r w:rsidR="001D7890">
              <w:rPr>
                <w:rFonts w:ascii="Arial" w:hAnsi="Arial" w:cs="Arial"/>
                <w:sz w:val="20"/>
                <w:szCs w:val="20"/>
              </w:rPr>
              <w:t xml:space="preserve">  Preferential seating.  Classroom and computer lab procedures.</w:t>
            </w:r>
          </w:p>
          <w:p w14:paraId="4355524C" w14:textId="77777777" w:rsidR="00A03CB6" w:rsidRPr="00126709" w:rsidRDefault="00A03CB6" w:rsidP="006A3A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2FD42" w14:textId="77777777" w:rsidR="006A3A59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13FAAA0A" w14:textId="77777777" w:rsidR="006A3A59" w:rsidRDefault="00833FA6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can the theme you chose unite our school?</w:t>
            </w:r>
          </w:p>
          <w:p w14:paraId="125A0C0A" w14:textId="77777777" w:rsidR="00833FA6" w:rsidRDefault="00833FA6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Why did you choose these words to persuade your audience?</w:t>
            </w:r>
          </w:p>
          <w:p w14:paraId="238C9D46" w14:textId="77777777" w:rsidR="00833FA6" w:rsidRDefault="00833FA6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do you want your audience to react to your presentation?</w:t>
            </w:r>
          </w:p>
          <w:p w14:paraId="647A3E66" w14:textId="77777777" w:rsidR="00833FA6" w:rsidRDefault="00833FA6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Why is your theme important?</w:t>
            </w:r>
          </w:p>
          <w:p w14:paraId="40B8C332" w14:textId="77777777" w:rsidR="00833FA6" w:rsidRPr="00126709" w:rsidRDefault="00833FA6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What are some examples of a person </w:t>
            </w:r>
            <w:r w:rsidR="00A03CB6">
              <w:rPr>
                <w:rFonts w:ascii="Arial" w:hAnsi="Arial" w:cs="Arial"/>
                <w:sz w:val="20"/>
                <w:szCs w:val="20"/>
              </w:rPr>
              <w:t>following your theme?</w:t>
            </w:r>
          </w:p>
        </w:tc>
      </w:tr>
    </w:tbl>
    <w:p w14:paraId="29E8694D" w14:textId="77777777" w:rsidR="006A3A59" w:rsidRDefault="006A3A59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6A3A59" w14:paraId="03820CD4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1C673E" w14:textId="77777777" w:rsidR="006A3A59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Tier 2 Interventions (Targeted)</w:t>
            </w:r>
            <w:r w:rsidR="003D78E6">
              <w:rPr>
                <w:rFonts w:ascii="Arial" w:hAnsi="Arial" w:cs="Arial"/>
                <w:b/>
                <w:sz w:val="20"/>
                <w:szCs w:val="20"/>
              </w:rPr>
              <w:t xml:space="preserve"> and Students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0B19F2C" w14:textId="77777777" w:rsidR="006A3A59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34392C" w14:textId="77777777" w:rsidR="006A3A59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</w:tr>
      <w:tr w:rsidR="006A3A59" w14:paraId="052A29D1" w14:textId="77777777">
        <w:trPr>
          <w:trHeight w:val="3203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2F32CB34" w14:textId="77777777" w:rsidR="00A03CB6" w:rsidRDefault="00A03CB6" w:rsidP="00A03CB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Peer-revisions</w:t>
            </w:r>
          </w:p>
          <w:p w14:paraId="50865ECE" w14:textId="77777777" w:rsidR="00A03CB6" w:rsidRDefault="00A03CB6" w:rsidP="00A03CB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Extra time to use the technology</w:t>
            </w:r>
          </w:p>
          <w:p w14:paraId="4AAA477B" w14:textId="77777777" w:rsidR="001D7890" w:rsidRPr="00126709" w:rsidRDefault="001D7890" w:rsidP="00A03C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51F5E" w14:textId="77777777" w:rsidR="006A3A59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6B10F8EA" w14:textId="4DEFE126" w:rsidR="006A3A59" w:rsidRPr="00126709" w:rsidRDefault="00A03CB6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Persuade, theme, audience, media, text, upload, timeline, image, </w:t>
            </w:r>
            <w:r w:rsidR="001D7890">
              <w:rPr>
                <w:rFonts w:ascii="Arial" w:hAnsi="Arial" w:cs="Arial"/>
                <w:sz w:val="20"/>
                <w:szCs w:val="20"/>
              </w:rPr>
              <w:t>audio, sensory images</w:t>
            </w:r>
          </w:p>
        </w:tc>
      </w:tr>
    </w:tbl>
    <w:p w14:paraId="3D92D8DE" w14:textId="77777777" w:rsidR="006A3A59" w:rsidRDefault="006A3A59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6A3A59" w14:paraId="1AF04172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96A15A" w14:textId="77777777" w:rsidR="006A3A59" w:rsidRDefault="00E4585C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Tier 3 Interventions (Intensive)</w:t>
            </w:r>
            <w:r w:rsidR="003D78E6">
              <w:rPr>
                <w:rFonts w:ascii="Arial" w:hAnsi="Arial" w:cs="Arial"/>
                <w:b/>
                <w:sz w:val="20"/>
                <w:szCs w:val="20"/>
              </w:rPr>
              <w:t xml:space="preserve"> and Students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EB8D855" w14:textId="77777777" w:rsidR="006A3A59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4FF82A" w14:textId="77777777" w:rsidR="006A3A59" w:rsidRDefault="00AD1B4E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ELL Strategies</w:t>
            </w:r>
          </w:p>
        </w:tc>
      </w:tr>
      <w:tr w:rsidR="006A3A59" w14:paraId="01CC09BA" w14:textId="77777777">
        <w:trPr>
          <w:trHeight w:val="2582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0E0B7242" w14:textId="77777777" w:rsidR="00A03CB6" w:rsidRDefault="00A03CB6" w:rsidP="00A03CB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Have individual students revise speech with their tutor or in resource class.</w:t>
            </w:r>
          </w:p>
          <w:p w14:paraId="069D4041" w14:textId="59B6C219" w:rsidR="001D7890" w:rsidRDefault="001D7890" w:rsidP="00A03CB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Wednesday after school for extra help/time.</w:t>
            </w:r>
          </w:p>
          <w:p w14:paraId="682AF829" w14:textId="77777777" w:rsidR="006A3A59" w:rsidRPr="00126709" w:rsidRDefault="006A3A59" w:rsidP="006A3A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F20D9" w14:textId="77777777" w:rsidR="006A3A59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4F1C0A82" w14:textId="534113AB" w:rsidR="006A3A59" w:rsidRPr="00126709" w:rsidRDefault="00A03CB6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Modeling, visuals, repetition, rehearsal, peer-editing, read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alouds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checklists</w:t>
            </w:r>
            <w:r w:rsidR="001D7890">
              <w:rPr>
                <w:rFonts w:ascii="Arial" w:hAnsi="Arial" w:cs="Arial"/>
                <w:sz w:val="20"/>
                <w:szCs w:val="20"/>
              </w:rPr>
              <w:t>, sentence frames</w:t>
            </w:r>
          </w:p>
        </w:tc>
      </w:tr>
    </w:tbl>
    <w:p w14:paraId="0B9DD8A6" w14:textId="77777777" w:rsidR="00E4585C" w:rsidRDefault="00E4585C">
      <w:pPr>
        <w:rPr>
          <w:rFonts w:ascii="Arial" w:hAnsi="Arial" w:cs="Arial"/>
          <w:b/>
          <w:sz w:val="20"/>
          <w:szCs w:val="20"/>
        </w:rPr>
      </w:pPr>
    </w:p>
    <w:p w14:paraId="418D1500" w14:textId="77777777" w:rsidR="006A3A59" w:rsidRDefault="006A3A5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1405"/>
        <w:gridCol w:w="8489"/>
        <w:gridCol w:w="1266"/>
      </w:tblGrid>
      <w:tr w:rsidR="003D78E6" w14:paraId="2B401BE2" w14:textId="77777777">
        <w:trPr>
          <w:trHeight w:val="855"/>
        </w:trPr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6B706A" w14:textId="77777777" w:rsidR="003D78E6" w:rsidRDefault="003D78E6" w:rsidP="006A3A5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0C471BE" w14:textId="77777777" w:rsidR="003D78E6" w:rsidRDefault="003D78E6" w:rsidP="006A3A59">
            <w:pPr>
              <w:pStyle w:val="Heading1"/>
            </w:pPr>
            <w:r>
              <w:t>Activities and Lesson Procedures</w:t>
            </w:r>
          </w:p>
        </w:tc>
        <w:tc>
          <w:tcPr>
            <w:tcW w:w="126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B4C5AB2" w14:textId="77777777" w:rsidR="003D78E6" w:rsidRDefault="003D78E6" w:rsidP="006A3A59">
            <w:pPr>
              <w:pStyle w:val="Heading1"/>
            </w:pPr>
            <w:r>
              <w:t>Pacing</w:t>
            </w:r>
          </w:p>
        </w:tc>
      </w:tr>
      <w:tr w:rsidR="003D78E6" w14:paraId="4B1CF80F" w14:textId="77777777">
        <w:trPr>
          <w:trHeight w:val="71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557A6FF0" w14:textId="77777777" w:rsidR="003D78E6" w:rsidRDefault="003D78E6" w:rsidP="006A3A5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Motivation (hook)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552524ED" w14:textId="77777777" w:rsidR="003D78E6" w:rsidRPr="00DF4324" w:rsidRDefault="00A03C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Remember what happened at our school as a result of the Halloween decorating contest?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0D0670AB" w14:textId="029C781E" w:rsidR="003D78E6" w:rsidRPr="00DF4324" w:rsidRDefault="001D78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min</w:t>
            </w:r>
          </w:p>
        </w:tc>
      </w:tr>
      <w:tr w:rsidR="003D78E6" w14:paraId="7356660E" w14:textId="77777777">
        <w:trPr>
          <w:trHeight w:val="932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31652A2C" w14:textId="77777777" w:rsidR="003D78E6" w:rsidRDefault="003D78E6" w:rsidP="006A3A5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Introduction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110FA1D8" w14:textId="77777777" w:rsidR="003D78E6" w:rsidRDefault="00A03C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What could we do to help unite all of the grades in our school?  </w:t>
            </w:r>
          </w:p>
          <w:p w14:paraId="1FC0965D" w14:textId="77777777" w:rsidR="00A03CB6" w:rsidRPr="00DF4324" w:rsidRDefault="00A03C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Read theme speech student model.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3A553EC9" w14:textId="47B8C714" w:rsidR="003D78E6" w:rsidRPr="00DF4324" w:rsidRDefault="001D78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min</w:t>
            </w:r>
          </w:p>
        </w:tc>
      </w:tr>
      <w:tr w:rsidR="003D78E6" w14:paraId="51708FF9" w14:textId="77777777">
        <w:trPr>
          <w:trHeight w:val="1864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54961A66" w14:textId="77777777" w:rsidR="003D78E6" w:rsidRDefault="003D78E6" w:rsidP="006A3A5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Direct Teaching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1D7FA9E0" w14:textId="77777777" w:rsidR="003D78E6" w:rsidRDefault="00A03C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Whole class brainstorm of different themes.</w:t>
            </w:r>
          </w:p>
          <w:p w14:paraId="45A4C2A7" w14:textId="77777777" w:rsidR="00A03CB6" w:rsidRDefault="00A03C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to write an effective introduction.</w:t>
            </w:r>
          </w:p>
          <w:p w14:paraId="5CCC570F" w14:textId="77777777" w:rsidR="00A03CB6" w:rsidRPr="00DF4324" w:rsidRDefault="00A03C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Model and write two specific examples.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2634C4D9" w14:textId="16BA1C3E" w:rsidR="003D78E6" w:rsidRPr="00DF4324" w:rsidRDefault="001D78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min</w:t>
            </w:r>
          </w:p>
        </w:tc>
      </w:tr>
      <w:tr w:rsidR="003D78E6" w14:paraId="1CD0A59C" w14:textId="77777777">
        <w:trPr>
          <w:trHeight w:val="1926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665026CF" w14:textId="77777777" w:rsidR="003D78E6" w:rsidRDefault="003D78E6" w:rsidP="006A3A5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Guided Practice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2BEDCDDC" w14:textId="77777777" w:rsidR="003D78E6" w:rsidRDefault="00A03C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choose theme and then create an idea web for their topic.</w:t>
            </w:r>
          </w:p>
          <w:p w14:paraId="5CFF31A9" w14:textId="77777777" w:rsidR="00A03CB6" w:rsidRPr="00DF4324" w:rsidRDefault="00A03C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Teacher assists individually and through Jing as students use the tool to create a presentation.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5A58DED9" w14:textId="77777777" w:rsidR="003D78E6" w:rsidRDefault="001D78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min</w:t>
            </w:r>
          </w:p>
          <w:p w14:paraId="4520F7D6" w14:textId="1E6A1F59" w:rsidR="001D7890" w:rsidRPr="00DF4324" w:rsidRDefault="001D78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days</w:t>
            </w:r>
          </w:p>
        </w:tc>
      </w:tr>
      <w:tr w:rsidR="003D78E6" w14:paraId="51E694C2" w14:textId="77777777">
        <w:trPr>
          <w:trHeight w:val="1853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0B6E157C" w14:textId="77777777" w:rsidR="003D78E6" w:rsidRDefault="003D78E6" w:rsidP="006A3A5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Feedback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193AF849" w14:textId="77777777" w:rsidR="003D78E6" w:rsidRDefault="00A03C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Imagine yourself standing in front of your peers and talking directly to them.  Is this how you would talk to them?</w:t>
            </w:r>
          </w:p>
          <w:p w14:paraId="0653D1E1" w14:textId="77777777" w:rsidR="00A03CB6" w:rsidRDefault="00A03C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Did you give </w:t>
            </w:r>
            <w:r w:rsidR="00135410">
              <w:rPr>
                <w:rFonts w:ascii="Arial" w:hAnsi="Arial" w:cs="Arial"/>
                <w:sz w:val="20"/>
                <w:szCs w:val="20"/>
              </w:rPr>
              <w:t>your audience</w:t>
            </w:r>
            <w:r>
              <w:rPr>
                <w:rFonts w:ascii="Arial" w:hAnsi="Arial" w:cs="Arial"/>
                <w:sz w:val="20"/>
                <w:szCs w:val="20"/>
              </w:rPr>
              <w:t xml:space="preserve"> a concrete example of what your theme looks like in practice?</w:t>
            </w:r>
          </w:p>
          <w:p w14:paraId="58A7518B" w14:textId="77777777" w:rsidR="00A03CB6" w:rsidRDefault="001354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Tell me how that image or video clip supports your theme.</w:t>
            </w:r>
          </w:p>
          <w:p w14:paraId="25F0332A" w14:textId="77777777" w:rsidR="00135410" w:rsidRDefault="001354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What quote or phrase best sums up your theme?</w:t>
            </w:r>
          </w:p>
          <w:p w14:paraId="0AE79ACB" w14:textId="77777777" w:rsidR="00135410" w:rsidRPr="00DF4324" w:rsidRDefault="001354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can you appeal to your audience in the final sentences?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722A0AA0" w14:textId="68415E1D" w:rsidR="003D78E6" w:rsidRPr="00DF4324" w:rsidRDefault="001D7890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ongoing</w:t>
            </w:r>
            <w:proofErr w:type="gramEnd"/>
          </w:p>
        </w:tc>
      </w:tr>
      <w:tr w:rsidR="003D78E6" w14:paraId="339D42AA" w14:textId="77777777">
        <w:trPr>
          <w:trHeight w:val="2330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15E5C167" w14:textId="77777777" w:rsidR="003D78E6" w:rsidRDefault="003D78E6" w:rsidP="006A3A5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Independent Practice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2A39479D" w14:textId="77777777" w:rsidR="00135410" w:rsidRDefault="001354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write and revise their own speech.</w:t>
            </w:r>
          </w:p>
          <w:p w14:paraId="727D188A" w14:textId="77777777" w:rsidR="003D78E6" w:rsidRDefault="001354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Rehearsal for oral presentation.</w:t>
            </w:r>
          </w:p>
          <w:p w14:paraId="4423636A" w14:textId="3E1B9B3C" w:rsidR="00135410" w:rsidRPr="00DF4324" w:rsidRDefault="007946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Creation of video using the</w:t>
            </w:r>
            <w:r w:rsidR="00135410">
              <w:rPr>
                <w:rFonts w:ascii="Arial" w:hAnsi="Arial" w:cs="Arial"/>
                <w:sz w:val="20"/>
                <w:szCs w:val="20"/>
              </w:rPr>
              <w:t xml:space="preserve"> selected tool.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680DA2EE" w14:textId="77777777" w:rsidR="003D78E6" w:rsidRDefault="001D78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days</w:t>
            </w:r>
          </w:p>
          <w:p w14:paraId="6E307407" w14:textId="77777777" w:rsidR="001D7890" w:rsidRDefault="001D78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day</w:t>
            </w:r>
          </w:p>
          <w:p w14:paraId="1CA9A7F6" w14:textId="57A4649F" w:rsidR="001D7890" w:rsidRPr="00DF4324" w:rsidRDefault="001D78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2-3 days</w:t>
            </w:r>
            <w:bookmarkStart w:id="0" w:name="_GoBack"/>
            <w:bookmarkEnd w:id="0"/>
          </w:p>
        </w:tc>
      </w:tr>
      <w:tr w:rsidR="003D78E6" w14:paraId="08F2A0A0" w14:textId="77777777">
        <w:trPr>
          <w:trHeight w:val="2915"/>
        </w:trPr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33133360" w14:textId="53E01C24" w:rsidR="003D78E6" w:rsidRDefault="003D78E6" w:rsidP="006A3A5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Closure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02A6A586" w14:textId="77777777" w:rsidR="003D78E6" w:rsidRPr="00DF4324" w:rsidRDefault="001354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orally present their speech and then show their media presentation to an audience of peers.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4E28A945" w14:textId="77777777" w:rsidR="003D78E6" w:rsidRPr="00DF4324" w:rsidRDefault="003D78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08DB76" w14:textId="77777777" w:rsidR="006A3A59" w:rsidRDefault="006A3A59" w:rsidP="006A3A59"/>
    <w:sectPr w:rsidR="006A3A59" w:rsidSect="006A3A59">
      <w:footerReference w:type="default" r:id="rId8"/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B4166C" w14:textId="77777777" w:rsidR="007946D3" w:rsidRDefault="007946D3">
      <w:r>
        <w:separator/>
      </w:r>
    </w:p>
  </w:endnote>
  <w:endnote w:type="continuationSeparator" w:id="0">
    <w:p w14:paraId="05E8BD56" w14:textId="77777777" w:rsidR="007946D3" w:rsidRDefault="00794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B6ACE" w14:textId="77777777" w:rsidR="007946D3" w:rsidRDefault="007946D3" w:rsidP="006A3A59">
    <w:pPr>
      <w:pStyle w:val="Footer"/>
      <w:jc w:val="center"/>
    </w:pPr>
    <w:r>
      <w:t xml:space="preserve">Page - </w:t>
    </w:r>
    <w:r>
      <w:fldChar w:fldCharType="begin"/>
    </w:r>
    <w:r>
      <w:instrText xml:space="preserve"> PAGE </w:instrText>
    </w:r>
    <w:r>
      <w:fldChar w:fldCharType="separate"/>
    </w:r>
    <w:r w:rsidR="001D7890">
      <w:rPr>
        <w:noProof/>
      </w:rPr>
      <w:t>1</w:t>
    </w:r>
    <w:r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0D8546" w14:textId="77777777" w:rsidR="007946D3" w:rsidRDefault="007946D3">
      <w:r>
        <w:separator/>
      </w:r>
    </w:p>
  </w:footnote>
  <w:footnote w:type="continuationSeparator" w:id="0">
    <w:p w14:paraId="569E920C" w14:textId="77777777" w:rsidR="007946D3" w:rsidRDefault="007946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F647D"/>
    <w:multiLevelType w:val="multilevel"/>
    <w:tmpl w:val="7DF803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F6415"/>
    <w:multiLevelType w:val="multilevel"/>
    <w:tmpl w:val="7490577A"/>
    <w:lvl w:ilvl="0">
      <w:start w:val="1"/>
      <w:numFmt w:val="bullet"/>
      <w:lvlText w:val=""/>
      <w:lvlJc w:val="left"/>
      <w:pPr>
        <w:ind w:left="216" w:hanging="14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17AF0"/>
    <w:multiLevelType w:val="hybridMultilevel"/>
    <w:tmpl w:val="7490577A"/>
    <w:lvl w:ilvl="0" w:tplc="FBAC86EC">
      <w:start w:val="1"/>
      <w:numFmt w:val="bullet"/>
      <w:lvlText w:val=""/>
      <w:lvlJc w:val="left"/>
      <w:pPr>
        <w:ind w:left="216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6F25E2"/>
    <w:multiLevelType w:val="hybridMultilevel"/>
    <w:tmpl w:val="05306BAC"/>
    <w:lvl w:ilvl="0" w:tplc="D376E682">
      <w:start w:val="1"/>
      <w:numFmt w:val="bullet"/>
      <w:lvlText w:val=""/>
      <w:lvlJc w:val="left"/>
      <w:pPr>
        <w:ind w:left="720" w:hanging="64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507E2C"/>
    <w:multiLevelType w:val="multilevel"/>
    <w:tmpl w:val="05306BAC"/>
    <w:lvl w:ilvl="0">
      <w:start w:val="1"/>
      <w:numFmt w:val="bullet"/>
      <w:lvlText w:val=""/>
      <w:lvlJc w:val="left"/>
      <w:pPr>
        <w:ind w:left="720" w:hanging="648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C66CF1"/>
    <w:multiLevelType w:val="hybridMultilevel"/>
    <w:tmpl w:val="3A66D076"/>
    <w:lvl w:ilvl="0" w:tplc="04090005">
      <w:start w:val="1"/>
      <w:numFmt w:val="bullet"/>
      <w:lvlText w:val=""/>
      <w:lvlJc w:val="left"/>
      <w:pPr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117902"/>
    <w:multiLevelType w:val="multilevel"/>
    <w:tmpl w:val="EED61F86"/>
    <w:lvl w:ilvl="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DA6B23"/>
    <w:multiLevelType w:val="hybridMultilevel"/>
    <w:tmpl w:val="EED61F86"/>
    <w:lvl w:ilvl="0" w:tplc="A6B28F2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89214A"/>
    <w:multiLevelType w:val="hybridMultilevel"/>
    <w:tmpl w:val="7DF80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532"/>
    <w:rsid w:val="00135410"/>
    <w:rsid w:val="001D7890"/>
    <w:rsid w:val="001E7C21"/>
    <w:rsid w:val="00292592"/>
    <w:rsid w:val="003D78E6"/>
    <w:rsid w:val="006A3A59"/>
    <w:rsid w:val="007946D3"/>
    <w:rsid w:val="00833FA6"/>
    <w:rsid w:val="009D4B6F"/>
    <w:rsid w:val="00A03CB6"/>
    <w:rsid w:val="00AA4532"/>
    <w:rsid w:val="00AD1B4E"/>
    <w:rsid w:val="00E4585C"/>
    <w:rsid w:val="00F27A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0EC417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2B56"/>
    <w:rPr>
      <w:sz w:val="24"/>
      <w:szCs w:val="24"/>
    </w:rPr>
  </w:style>
  <w:style w:type="paragraph" w:styleId="Heading1">
    <w:name w:val="heading 1"/>
    <w:basedOn w:val="Normal"/>
    <w:next w:val="Normal"/>
    <w:qFormat/>
    <w:rsid w:val="00F767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763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E42B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42B56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9D4B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2B56"/>
    <w:rPr>
      <w:sz w:val="24"/>
      <w:szCs w:val="24"/>
    </w:rPr>
  </w:style>
  <w:style w:type="paragraph" w:styleId="Heading1">
    <w:name w:val="heading 1"/>
    <w:basedOn w:val="Normal"/>
    <w:next w:val="Normal"/>
    <w:qFormat/>
    <w:rsid w:val="00F767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763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E42B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42B56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9D4B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HD:Users:laureen:Downloads:Lesson%20Plan%20Template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 Plan Template-2.dotx</Template>
  <TotalTime>13</TotalTime>
  <Pages>3</Pages>
  <Words>678</Words>
  <Characters>3870</Characters>
  <Application>Microsoft Macintosh Word</Application>
  <DocSecurity>0</DocSecurity>
  <Lines>32</Lines>
  <Paragraphs>9</Paragraphs>
  <ScaleCrop>false</ScaleCrop>
  <Company>ECSD</Company>
  <LinksUpToDate>false</LinksUpToDate>
  <CharactersWithSpaces>4539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subject/>
  <dc:creator>laureen.blickenstaff</dc:creator>
  <cp:keywords>Lesson Plan</cp:keywords>
  <dc:description/>
  <cp:lastModifiedBy>laureen.blickenstaff</cp:lastModifiedBy>
  <cp:revision>2</cp:revision>
  <cp:lastPrinted>2010-11-15T18:19:00Z</cp:lastPrinted>
  <dcterms:created xsi:type="dcterms:W3CDTF">2011-05-31T09:22:00Z</dcterms:created>
  <dcterms:modified xsi:type="dcterms:W3CDTF">2011-05-31T09:22:00Z</dcterms:modified>
  <cp:category>Lesson Plan</cp:category>
</cp:coreProperties>
</file>